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9047D" w14:textId="77777777" w:rsidR="00A30037" w:rsidRPr="00E81D17" w:rsidRDefault="00A30037" w:rsidP="00045A78">
      <w:pPr>
        <w:pStyle w:val="Nagwek"/>
        <w:rPr>
          <w:rFonts w:ascii="Arial" w:hAnsi="Arial" w:cs="Arial"/>
          <w:sz w:val="20"/>
          <w:szCs w:val="20"/>
        </w:rPr>
      </w:pPr>
    </w:p>
    <w:p w14:paraId="032DF16D" w14:textId="77777777" w:rsidR="00045A78" w:rsidRPr="00045A78" w:rsidRDefault="0008023E" w:rsidP="00045A78">
      <w:pPr>
        <w:pStyle w:val="Nagwek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7755A6B" wp14:editId="7C1AA02C">
            <wp:extent cx="5759450" cy="445770"/>
            <wp:effectExtent l="0" t="0" r="0" b="0"/>
            <wp:docPr id="1" name="Obraz 1" descr="Logotypy&#10;Ciąg czterech logotypów:  Funduszy Europejskich dla Śląskiego, Rzeczpospolita Polska, Unii Europejskiej, Województwa Ślą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45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93970D" w14:textId="77777777" w:rsidR="0008023E" w:rsidRPr="0008023E" w:rsidRDefault="0008023E" w:rsidP="0008023E">
      <w:pPr>
        <w:tabs>
          <w:tab w:val="center" w:pos="2268"/>
          <w:tab w:val="center" w:pos="6804"/>
        </w:tabs>
        <w:spacing w:before="600" w:after="480"/>
        <w:jc w:val="right"/>
        <w:rPr>
          <w:rFonts w:asciiTheme="minorHAnsi" w:hAnsiTheme="minorHAnsi" w:cs="Calibri"/>
          <w:sz w:val="22"/>
          <w:szCs w:val="22"/>
        </w:rPr>
      </w:pPr>
      <w:r w:rsidRPr="00497BD5">
        <w:rPr>
          <w:rFonts w:ascii="Arial" w:hAnsi="Arial" w:cs="Arial"/>
        </w:rPr>
        <w:t xml:space="preserve">Formularz nr </w:t>
      </w:r>
      <w:r>
        <w:rPr>
          <w:rFonts w:ascii="Arial" w:hAnsi="Arial" w:cs="Arial"/>
        </w:rPr>
        <w:t>5</w:t>
      </w:r>
    </w:p>
    <w:p w14:paraId="7D1686E4" w14:textId="77777777" w:rsidR="00F75F04" w:rsidRPr="0008023E" w:rsidRDefault="0008023E" w:rsidP="0008023E">
      <w:pPr>
        <w:pStyle w:val="Nagwek"/>
        <w:spacing w:after="600"/>
        <w:jc w:val="right"/>
        <w:rPr>
          <w:rFonts w:ascii="Arial" w:hAnsi="Arial" w:cs="Arial"/>
          <w:b/>
        </w:rPr>
      </w:pPr>
      <w:r w:rsidRPr="00497BD5">
        <w:rPr>
          <w:rFonts w:ascii="Arial" w:hAnsi="Arial" w:cs="Arial"/>
          <w:b/>
        </w:rPr>
        <w:t xml:space="preserve">(WZÓR) </w:t>
      </w:r>
    </w:p>
    <w:p w14:paraId="6441E05F" w14:textId="77777777" w:rsidR="00586B18" w:rsidRPr="0008023E" w:rsidRDefault="00E33D16" w:rsidP="0008023E">
      <w:pPr>
        <w:jc w:val="center"/>
        <w:rPr>
          <w:rFonts w:ascii="Arial" w:hAnsi="Arial" w:cs="Arial"/>
          <w:b/>
        </w:rPr>
      </w:pPr>
      <w:r w:rsidRPr="0008023E">
        <w:rPr>
          <w:rFonts w:ascii="Arial" w:hAnsi="Arial" w:cs="Arial"/>
          <w:b/>
        </w:rPr>
        <w:t>OŚWIADCZENIE</w:t>
      </w:r>
      <w:r w:rsidR="005A7CE9" w:rsidRPr="0008023E">
        <w:rPr>
          <w:rFonts w:ascii="Arial" w:hAnsi="Arial" w:cs="Arial"/>
          <w:b/>
        </w:rPr>
        <w:t xml:space="preserve"> </w:t>
      </w:r>
    </w:p>
    <w:p w14:paraId="4E498CFB" w14:textId="77777777" w:rsidR="00586B18" w:rsidRPr="0008023E" w:rsidRDefault="00586B18" w:rsidP="0008023E">
      <w:pPr>
        <w:tabs>
          <w:tab w:val="left" w:pos="3060"/>
          <w:tab w:val="right" w:leader="dot" w:pos="9000"/>
        </w:tabs>
        <w:spacing w:before="360"/>
        <w:rPr>
          <w:rFonts w:ascii="Arial" w:hAnsi="Arial" w:cs="Arial"/>
        </w:rPr>
      </w:pPr>
      <w:r w:rsidRPr="0008023E">
        <w:rPr>
          <w:rFonts w:ascii="Arial" w:hAnsi="Arial" w:cs="Arial"/>
        </w:rPr>
        <w:t xml:space="preserve">Ja niżej podpisany/a </w:t>
      </w:r>
    </w:p>
    <w:p w14:paraId="76B2454F" w14:textId="77777777" w:rsidR="00586B18" w:rsidRPr="0008023E" w:rsidRDefault="00586B18" w:rsidP="0008023E">
      <w:pPr>
        <w:tabs>
          <w:tab w:val="left" w:pos="3060"/>
          <w:tab w:val="right" w:leader="dot" w:pos="9000"/>
        </w:tabs>
        <w:spacing w:line="720" w:lineRule="auto"/>
        <w:jc w:val="center"/>
        <w:rPr>
          <w:rFonts w:ascii="Arial" w:hAnsi="Arial" w:cs="Arial"/>
        </w:rPr>
      </w:pPr>
      <w:r w:rsidRPr="0008023E">
        <w:rPr>
          <w:rFonts w:ascii="Arial" w:hAnsi="Arial" w:cs="Arial"/>
        </w:rPr>
        <w:t>(imię i nazwisko)</w:t>
      </w:r>
    </w:p>
    <w:p w14:paraId="3019D685" w14:textId="77777777" w:rsidR="00586B18" w:rsidRPr="0008023E" w:rsidRDefault="00586B18" w:rsidP="006E4025">
      <w:pPr>
        <w:autoSpaceDE w:val="0"/>
        <w:autoSpaceDN w:val="0"/>
        <w:adjustRightInd w:val="0"/>
        <w:spacing w:before="120" w:line="276" w:lineRule="auto"/>
        <w:rPr>
          <w:rFonts w:ascii="Arial" w:hAnsi="Arial" w:cs="Arial"/>
        </w:rPr>
      </w:pPr>
      <w:r w:rsidRPr="0008023E">
        <w:rPr>
          <w:rFonts w:ascii="Arial" w:hAnsi="Arial" w:cs="Arial"/>
        </w:rPr>
        <w:t>świadomy/a odpowiedzialności karnej wynikającej z art. 233 § 6 (podanie nieprawdy lub zatajenie prawdy) ustawy z dnia 6 czerwca 1997 r. Kodeks karny</w:t>
      </w:r>
    </w:p>
    <w:p w14:paraId="6A4778AB" w14:textId="77777777" w:rsidR="00586B18" w:rsidRPr="0008023E" w:rsidRDefault="00586B18" w:rsidP="006E4025">
      <w:pPr>
        <w:autoSpaceDE w:val="0"/>
        <w:autoSpaceDN w:val="0"/>
        <w:adjustRightInd w:val="0"/>
        <w:spacing w:before="120" w:line="276" w:lineRule="auto"/>
        <w:rPr>
          <w:rFonts w:ascii="Arial" w:hAnsi="Arial" w:cs="Arial"/>
        </w:rPr>
      </w:pPr>
    </w:p>
    <w:p w14:paraId="52ED157B" w14:textId="77777777" w:rsidR="00586B18" w:rsidRPr="0008023E" w:rsidRDefault="00586B18" w:rsidP="006E4025">
      <w:pPr>
        <w:tabs>
          <w:tab w:val="left" w:pos="3060"/>
          <w:tab w:val="right" w:leader="dot" w:pos="9000"/>
        </w:tabs>
        <w:spacing w:before="120" w:line="276" w:lineRule="auto"/>
        <w:jc w:val="center"/>
        <w:rPr>
          <w:rFonts w:ascii="Arial" w:hAnsi="Arial" w:cs="Arial"/>
        </w:rPr>
      </w:pPr>
      <w:r w:rsidRPr="0008023E">
        <w:rPr>
          <w:rFonts w:ascii="Arial" w:hAnsi="Arial" w:cs="Arial"/>
        </w:rPr>
        <w:t>oświadczam, że:</w:t>
      </w:r>
    </w:p>
    <w:p w14:paraId="6C5DF5F5" w14:textId="77777777" w:rsidR="00586B18" w:rsidRPr="0008023E" w:rsidRDefault="00586B18" w:rsidP="006E4025">
      <w:pPr>
        <w:tabs>
          <w:tab w:val="left" w:pos="3060"/>
          <w:tab w:val="right" w:leader="dot" w:pos="9000"/>
        </w:tabs>
        <w:spacing w:before="120" w:line="276" w:lineRule="auto"/>
        <w:rPr>
          <w:rFonts w:ascii="Arial" w:hAnsi="Arial" w:cs="Arial"/>
          <w:b/>
          <w:bCs/>
        </w:rPr>
      </w:pPr>
    </w:p>
    <w:p w14:paraId="6BB1B5E2" w14:textId="77777777" w:rsidR="00586B18" w:rsidRPr="0008023E" w:rsidRDefault="00586B18" w:rsidP="006E4025">
      <w:pPr>
        <w:spacing w:before="120" w:after="120" w:line="276" w:lineRule="auto"/>
        <w:rPr>
          <w:rFonts w:ascii="Arial" w:hAnsi="Arial" w:cs="Arial"/>
        </w:rPr>
      </w:pPr>
      <w:r w:rsidRPr="0008023E">
        <w:rPr>
          <w:rFonts w:ascii="Arial" w:hAnsi="Arial" w:cs="Arial"/>
        </w:rPr>
        <w:t>instytucja którą reprezentuję do tej pory nie podjęła jakichkolwiek działań dyskryminujących/uchwał, sprzecznych z zasadami, o których mowa w art. 9 ust. 3 ROZPORZĄDZENIE PARLAMENTU EUROPEJSKIEGO I RADY (UE) 2021/1060 z</w:t>
      </w:r>
      <w:r w:rsidR="006E4025">
        <w:rPr>
          <w:rFonts w:ascii="Arial" w:hAnsi="Arial" w:cs="Arial"/>
        </w:rPr>
        <w:t> </w:t>
      </w:r>
      <w:r w:rsidRPr="0008023E">
        <w:rPr>
          <w:rFonts w:ascii="Arial" w:hAnsi="Arial" w:cs="Arial"/>
        </w:rPr>
        <w:t>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</w:t>
      </w:r>
      <w:r w:rsidR="006E4025">
        <w:rPr>
          <w:rFonts w:ascii="Arial" w:hAnsi="Arial" w:cs="Arial"/>
        </w:rPr>
        <w:t> </w:t>
      </w:r>
      <w:r w:rsidRPr="0008023E">
        <w:rPr>
          <w:rFonts w:ascii="Arial" w:hAnsi="Arial" w:cs="Arial"/>
        </w:rPr>
        <w:t>Integracji, Funduszu Bezpieczeństwa Wewnętrznego i Instrumentu Wsparcia Finansowego na rzecz Zarządzania Granicami i Polityki Wizowej, nie opublikowane zostały wyroki sądu ani wyniki kontroli świadczące o prowadzeniu takich działań, nie rozpatrzono pozytywnie skarg w związku z prowadzeniem działań dyskryminujących oraz nie podano do publicznej wiadomości niezgodności działań instytucji, którą reprezentuję z zasadami niedyskryminacji.</w:t>
      </w:r>
    </w:p>
    <w:p w14:paraId="1B9B7EF0" w14:textId="0D8D903C" w:rsidR="00586B18" w:rsidRPr="006E4025" w:rsidRDefault="00586B18" w:rsidP="0008023E">
      <w:pPr>
        <w:spacing w:before="600" w:after="360"/>
        <w:rPr>
          <w:rFonts w:ascii="Arial" w:hAnsi="Arial" w:cs="Arial"/>
          <w:sz w:val="20"/>
          <w:szCs w:val="20"/>
        </w:rPr>
      </w:pPr>
    </w:p>
    <w:p w14:paraId="37617CF4" w14:textId="0AE30985" w:rsidR="00586B18" w:rsidRPr="006E4025" w:rsidRDefault="00586B18" w:rsidP="0008023E">
      <w:pPr>
        <w:spacing w:before="600" w:after="360"/>
        <w:rPr>
          <w:rFonts w:ascii="Arial" w:hAnsi="Arial" w:cs="Arial"/>
          <w:sz w:val="20"/>
          <w:szCs w:val="20"/>
        </w:rPr>
      </w:pPr>
    </w:p>
    <w:p w14:paraId="32036639" w14:textId="42F0E961" w:rsidR="00F33AE8" w:rsidRPr="006E4025" w:rsidRDefault="00586B18" w:rsidP="0008023E">
      <w:pPr>
        <w:spacing w:before="600" w:after="360"/>
        <w:rPr>
          <w:rFonts w:ascii="Arial" w:hAnsi="Arial" w:cs="Arial"/>
          <w:sz w:val="20"/>
          <w:szCs w:val="20"/>
        </w:rPr>
      </w:pPr>
      <w:r w:rsidRPr="006E4025">
        <w:rPr>
          <w:rFonts w:ascii="Arial" w:hAnsi="Arial" w:cs="Arial"/>
          <w:sz w:val="20"/>
          <w:szCs w:val="20"/>
        </w:rPr>
        <w:t>(</w:t>
      </w:r>
      <w:r w:rsidR="004A60FE">
        <w:rPr>
          <w:rFonts w:ascii="Arial" w:hAnsi="Arial" w:cs="Arial"/>
          <w:sz w:val="20"/>
          <w:szCs w:val="20"/>
        </w:rPr>
        <w:t>P</w:t>
      </w:r>
      <w:r w:rsidRPr="006E4025">
        <w:rPr>
          <w:rFonts w:ascii="Arial" w:hAnsi="Arial" w:cs="Arial"/>
          <w:sz w:val="20"/>
          <w:szCs w:val="20"/>
        </w:rPr>
        <w:t>odpis osoby reprezentującej</w:t>
      </w:r>
      <w:r w:rsidR="006E4025" w:rsidRPr="006E4025">
        <w:rPr>
          <w:rFonts w:ascii="Arial" w:hAnsi="Arial" w:cs="Arial"/>
          <w:sz w:val="20"/>
          <w:szCs w:val="20"/>
        </w:rPr>
        <w:t>)</w:t>
      </w:r>
    </w:p>
    <w:sectPr w:rsidR="00F33AE8" w:rsidRPr="006E4025" w:rsidSect="00D3740D">
      <w:headerReference w:type="default" r:id="rId12"/>
      <w:footerReference w:type="default" r:id="rId13"/>
      <w:type w:val="continuous"/>
      <w:pgSz w:w="11906" w:h="16838"/>
      <w:pgMar w:top="567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08B5F" w14:textId="77777777" w:rsidR="004635F1" w:rsidRDefault="004635F1" w:rsidP="00F75F04">
      <w:r>
        <w:separator/>
      </w:r>
    </w:p>
  </w:endnote>
  <w:endnote w:type="continuationSeparator" w:id="0">
    <w:p w14:paraId="2CF5BE4D" w14:textId="77777777" w:rsidR="004635F1" w:rsidRDefault="004635F1" w:rsidP="00F75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DF245" w14:textId="77777777" w:rsidR="00AC75F8" w:rsidRDefault="00AC75F8" w:rsidP="00F75F04">
    <w:pPr>
      <w:pStyle w:val="Stopka"/>
      <w:rPr>
        <w:rFonts w:ascii="Verdana" w:hAnsi="Verdana"/>
        <w:sz w:val="18"/>
        <w:szCs w:val="18"/>
      </w:rPr>
    </w:pPr>
  </w:p>
  <w:p w14:paraId="5FA4240C" w14:textId="77777777" w:rsidR="00AC75F8" w:rsidRDefault="00AC75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BB05C" w14:textId="77777777" w:rsidR="004635F1" w:rsidRDefault="004635F1" w:rsidP="00F75F04">
      <w:r>
        <w:separator/>
      </w:r>
    </w:p>
  </w:footnote>
  <w:footnote w:type="continuationSeparator" w:id="0">
    <w:p w14:paraId="176772AA" w14:textId="77777777" w:rsidR="004635F1" w:rsidRDefault="004635F1" w:rsidP="00F75F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02338" w14:textId="77777777" w:rsidR="00643B83" w:rsidRDefault="00643B83" w:rsidP="004D05DF">
    <w:pPr>
      <w:pStyle w:val="Nagwek"/>
      <w:jc w:val="right"/>
    </w:pPr>
  </w:p>
  <w:p w14:paraId="4DE419AC" w14:textId="77777777" w:rsidR="00B16451" w:rsidRDefault="00B16451" w:rsidP="004D05D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</w:abstractNum>
  <w:abstractNum w:abstractNumId="1" w15:restartNumberingAfterBreak="0">
    <w:nsid w:val="2AB1150E"/>
    <w:multiLevelType w:val="hybridMultilevel"/>
    <w:tmpl w:val="C2326B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A645B3"/>
    <w:multiLevelType w:val="hybridMultilevel"/>
    <w:tmpl w:val="063EF8B8"/>
    <w:lvl w:ilvl="0" w:tplc="459C08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8C152FD"/>
    <w:multiLevelType w:val="hybridMultilevel"/>
    <w:tmpl w:val="5B38EF30"/>
    <w:lvl w:ilvl="0" w:tplc="D3BA334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5A065206"/>
    <w:multiLevelType w:val="hybridMultilevel"/>
    <w:tmpl w:val="B65A33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3BA334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C225FB1"/>
    <w:multiLevelType w:val="hybridMultilevel"/>
    <w:tmpl w:val="75F24AAE"/>
    <w:lvl w:ilvl="0" w:tplc="DC30BD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D5B30FA"/>
    <w:multiLevelType w:val="hybridMultilevel"/>
    <w:tmpl w:val="F93870A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2D24FCC"/>
    <w:multiLevelType w:val="hybridMultilevel"/>
    <w:tmpl w:val="C63444DC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3A7913"/>
    <w:multiLevelType w:val="hybridMultilevel"/>
    <w:tmpl w:val="0012FED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732D4D9B"/>
    <w:multiLevelType w:val="hybridMultilevel"/>
    <w:tmpl w:val="4FFE191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9A8A33DA">
      <w:start w:val="1"/>
      <w:numFmt w:val="lowerLetter"/>
      <w:lvlText w:val="%2)"/>
      <w:lvlJc w:val="left"/>
      <w:pPr>
        <w:ind w:left="1866" w:hanging="360"/>
      </w:pPr>
      <w:rPr>
        <w:rFonts w:cs="Times New Roman"/>
        <w:i w:val="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3"/>
  </w:num>
  <w:num w:numId="5">
    <w:abstractNumId w:val="0"/>
  </w:num>
  <w:num w:numId="6">
    <w:abstractNumId w:val="5"/>
  </w:num>
  <w:num w:numId="7">
    <w:abstractNumId w:val="7"/>
  </w:num>
  <w:num w:numId="8">
    <w:abstractNumId w:val="6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37D"/>
    <w:rsid w:val="000017D2"/>
    <w:rsid w:val="00016A29"/>
    <w:rsid w:val="00016E90"/>
    <w:rsid w:val="00023E94"/>
    <w:rsid w:val="00027406"/>
    <w:rsid w:val="0003405A"/>
    <w:rsid w:val="00034B50"/>
    <w:rsid w:val="0003656B"/>
    <w:rsid w:val="00045A78"/>
    <w:rsid w:val="0004732D"/>
    <w:rsid w:val="00057E71"/>
    <w:rsid w:val="00066D45"/>
    <w:rsid w:val="000673D0"/>
    <w:rsid w:val="00077B5B"/>
    <w:rsid w:val="0008023E"/>
    <w:rsid w:val="00083F41"/>
    <w:rsid w:val="000869EF"/>
    <w:rsid w:val="00094D6A"/>
    <w:rsid w:val="000969D9"/>
    <w:rsid w:val="000A36EB"/>
    <w:rsid w:val="000A4E40"/>
    <w:rsid w:val="000C1353"/>
    <w:rsid w:val="0010637D"/>
    <w:rsid w:val="0011429E"/>
    <w:rsid w:val="00120ABC"/>
    <w:rsid w:val="00124CBE"/>
    <w:rsid w:val="00125BDA"/>
    <w:rsid w:val="00145DE1"/>
    <w:rsid w:val="001638C0"/>
    <w:rsid w:val="00173FE4"/>
    <w:rsid w:val="00181ED6"/>
    <w:rsid w:val="0019208C"/>
    <w:rsid w:val="001A59D4"/>
    <w:rsid w:val="001B6B46"/>
    <w:rsid w:val="001C75CF"/>
    <w:rsid w:val="001F79D9"/>
    <w:rsid w:val="002455C7"/>
    <w:rsid w:val="002504CB"/>
    <w:rsid w:val="0025112F"/>
    <w:rsid w:val="00280F63"/>
    <w:rsid w:val="00282C85"/>
    <w:rsid w:val="0028569D"/>
    <w:rsid w:val="0029427C"/>
    <w:rsid w:val="00294D7D"/>
    <w:rsid w:val="002A04BD"/>
    <w:rsid w:val="002C2182"/>
    <w:rsid w:val="002C2342"/>
    <w:rsid w:val="002C5646"/>
    <w:rsid w:val="002D4D52"/>
    <w:rsid w:val="002F493A"/>
    <w:rsid w:val="0030178C"/>
    <w:rsid w:val="00301B63"/>
    <w:rsid w:val="003161F8"/>
    <w:rsid w:val="00347160"/>
    <w:rsid w:val="003522EF"/>
    <w:rsid w:val="00352F0B"/>
    <w:rsid w:val="003649A6"/>
    <w:rsid w:val="00364EC6"/>
    <w:rsid w:val="00365D08"/>
    <w:rsid w:val="0037221E"/>
    <w:rsid w:val="00386567"/>
    <w:rsid w:val="00387528"/>
    <w:rsid w:val="003903F0"/>
    <w:rsid w:val="00397237"/>
    <w:rsid w:val="003C7AC1"/>
    <w:rsid w:val="003D3481"/>
    <w:rsid w:val="003F45E4"/>
    <w:rsid w:val="004006B2"/>
    <w:rsid w:val="00413F0D"/>
    <w:rsid w:val="0045220B"/>
    <w:rsid w:val="00460447"/>
    <w:rsid w:val="004635F1"/>
    <w:rsid w:val="00465817"/>
    <w:rsid w:val="00480512"/>
    <w:rsid w:val="004862C9"/>
    <w:rsid w:val="004A1A29"/>
    <w:rsid w:val="004A37A8"/>
    <w:rsid w:val="004A4BB4"/>
    <w:rsid w:val="004A60FE"/>
    <w:rsid w:val="004B43C4"/>
    <w:rsid w:val="004C70BD"/>
    <w:rsid w:val="004D05DF"/>
    <w:rsid w:val="005033E1"/>
    <w:rsid w:val="005067E7"/>
    <w:rsid w:val="00510237"/>
    <w:rsid w:val="00514A0E"/>
    <w:rsid w:val="00515C2E"/>
    <w:rsid w:val="00521113"/>
    <w:rsid w:val="005350DA"/>
    <w:rsid w:val="00552865"/>
    <w:rsid w:val="00586B18"/>
    <w:rsid w:val="00591AE0"/>
    <w:rsid w:val="00593F99"/>
    <w:rsid w:val="005A06BE"/>
    <w:rsid w:val="005A7CE9"/>
    <w:rsid w:val="005C70E4"/>
    <w:rsid w:val="005D3321"/>
    <w:rsid w:val="005D57BF"/>
    <w:rsid w:val="005D789F"/>
    <w:rsid w:val="005D7EB7"/>
    <w:rsid w:val="005F13D9"/>
    <w:rsid w:val="006020F8"/>
    <w:rsid w:val="0060352D"/>
    <w:rsid w:val="00614D79"/>
    <w:rsid w:val="006250F5"/>
    <w:rsid w:val="00627BEF"/>
    <w:rsid w:val="00630435"/>
    <w:rsid w:val="00631178"/>
    <w:rsid w:val="00643B83"/>
    <w:rsid w:val="0064696D"/>
    <w:rsid w:val="0065309F"/>
    <w:rsid w:val="00654330"/>
    <w:rsid w:val="006712E4"/>
    <w:rsid w:val="006876E1"/>
    <w:rsid w:val="006A3322"/>
    <w:rsid w:val="006A724B"/>
    <w:rsid w:val="006B0253"/>
    <w:rsid w:val="006B5818"/>
    <w:rsid w:val="006B58EC"/>
    <w:rsid w:val="006C0059"/>
    <w:rsid w:val="006C08E1"/>
    <w:rsid w:val="006C7845"/>
    <w:rsid w:val="006D227D"/>
    <w:rsid w:val="006E4025"/>
    <w:rsid w:val="006E7A2A"/>
    <w:rsid w:val="006F3DC7"/>
    <w:rsid w:val="006F58B5"/>
    <w:rsid w:val="0072093F"/>
    <w:rsid w:val="0072346E"/>
    <w:rsid w:val="007259CF"/>
    <w:rsid w:val="00733442"/>
    <w:rsid w:val="00742E97"/>
    <w:rsid w:val="00753963"/>
    <w:rsid w:val="007679F5"/>
    <w:rsid w:val="007758D4"/>
    <w:rsid w:val="00787F39"/>
    <w:rsid w:val="00794F55"/>
    <w:rsid w:val="007A1709"/>
    <w:rsid w:val="007B197E"/>
    <w:rsid w:val="007C22BE"/>
    <w:rsid w:val="007C3B96"/>
    <w:rsid w:val="007C799C"/>
    <w:rsid w:val="0080198E"/>
    <w:rsid w:val="0082138F"/>
    <w:rsid w:val="0083260A"/>
    <w:rsid w:val="00842347"/>
    <w:rsid w:val="00844AA4"/>
    <w:rsid w:val="008477AF"/>
    <w:rsid w:val="008563AD"/>
    <w:rsid w:val="00860435"/>
    <w:rsid w:val="008805D5"/>
    <w:rsid w:val="00890966"/>
    <w:rsid w:val="00892BA6"/>
    <w:rsid w:val="00893A53"/>
    <w:rsid w:val="008A3DB1"/>
    <w:rsid w:val="008A56F3"/>
    <w:rsid w:val="008A7359"/>
    <w:rsid w:val="008E1CA7"/>
    <w:rsid w:val="008F7111"/>
    <w:rsid w:val="00904749"/>
    <w:rsid w:val="00913EDA"/>
    <w:rsid w:val="009177B4"/>
    <w:rsid w:val="0093044B"/>
    <w:rsid w:val="009506F2"/>
    <w:rsid w:val="00957918"/>
    <w:rsid w:val="00964861"/>
    <w:rsid w:val="00974EF4"/>
    <w:rsid w:val="00986505"/>
    <w:rsid w:val="00987151"/>
    <w:rsid w:val="009A0A11"/>
    <w:rsid w:val="009B00EF"/>
    <w:rsid w:val="009B4D72"/>
    <w:rsid w:val="009E67FE"/>
    <w:rsid w:val="009F1790"/>
    <w:rsid w:val="009F5E1F"/>
    <w:rsid w:val="00A10635"/>
    <w:rsid w:val="00A134E3"/>
    <w:rsid w:val="00A1662A"/>
    <w:rsid w:val="00A172E0"/>
    <w:rsid w:val="00A23904"/>
    <w:rsid w:val="00A25697"/>
    <w:rsid w:val="00A30037"/>
    <w:rsid w:val="00A363F0"/>
    <w:rsid w:val="00A37F8E"/>
    <w:rsid w:val="00A6008F"/>
    <w:rsid w:val="00A6773F"/>
    <w:rsid w:val="00AA4C17"/>
    <w:rsid w:val="00AB5C31"/>
    <w:rsid w:val="00AC5C3F"/>
    <w:rsid w:val="00AC75F8"/>
    <w:rsid w:val="00AD67AC"/>
    <w:rsid w:val="00AF6F07"/>
    <w:rsid w:val="00B16451"/>
    <w:rsid w:val="00B2108C"/>
    <w:rsid w:val="00B30374"/>
    <w:rsid w:val="00B600F4"/>
    <w:rsid w:val="00B6201A"/>
    <w:rsid w:val="00B63FEA"/>
    <w:rsid w:val="00B84011"/>
    <w:rsid w:val="00BA47C2"/>
    <w:rsid w:val="00BB0D65"/>
    <w:rsid w:val="00BC26EE"/>
    <w:rsid w:val="00BC4E1B"/>
    <w:rsid w:val="00BC7B9B"/>
    <w:rsid w:val="00BD43C1"/>
    <w:rsid w:val="00BE2489"/>
    <w:rsid w:val="00BE5D41"/>
    <w:rsid w:val="00BF7977"/>
    <w:rsid w:val="00C33592"/>
    <w:rsid w:val="00C342C8"/>
    <w:rsid w:val="00C51792"/>
    <w:rsid w:val="00C67F40"/>
    <w:rsid w:val="00C821A3"/>
    <w:rsid w:val="00C84DFB"/>
    <w:rsid w:val="00C85E4B"/>
    <w:rsid w:val="00CD05EE"/>
    <w:rsid w:val="00D100F2"/>
    <w:rsid w:val="00D237DA"/>
    <w:rsid w:val="00D36D1E"/>
    <w:rsid w:val="00D3740D"/>
    <w:rsid w:val="00D62570"/>
    <w:rsid w:val="00D812B7"/>
    <w:rsid w:val="00DA09D0"/>
    <w:rsid w:val="00DD5649"/>
    <w:rsid w:val="00DD77B3"/>
    <w:rsid w:val="00DE08B7"/>
    <w:rsid w:val="00DE20C7"/>
    <w:rsid w:val="00DF47EB"/>
    <w:rsid w:val="00DF7BDA"/>
    <w:rsid w:val="00E00477"/>
    <w:rsid w:val="00E060DC"/>
    <w:rsid w:val="00E13575"/>
    <w:rsid w:val="00E14142"/>
    <w:rsid w:val="00E16A73"/>
    <w:rsid w:val="00E21FD0"/>
    <w:rsid w:val="00E33D16"/>
    <w:rsid w:val="00E3625E"/>
    <w:rsid w:val="00E57A2B"/>
    <w:rsid w:val="00E62B80"/>
    <w:rsid w:val="00E81D17"/>
    <w:rsid w:val="00E83449"/>
    <w:rsid w:val="00E851F5"/>
    <w:rsid w:val="00E95BC8"/>
    <w:rsid w:val="00E977AF"/>
    <w:rsid w:val="00EA4B44"/>
    <w:rsid w:val="00EB1834"/>
    <w:rsid w:val="00EB3024"/>
    <w:rsid w:val="00EC290B"/>
    <w:rsid w:val="00EE1551"/>
    <w:rsid w:val="00EE6D34"/>
    <w:rsid w:val="00F33AE8"/>
    <w:rsid w:val="00F40F77"/>
    <w:rsid w:val="00F664C3"/>
    <w:rsid w:val="00F75F04"/>
    <w:rsid w:val="00FA23F7"/>
    <w:rsid w:val="00FB7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149152"/>
  <w14:defaultImageDpi w14:val="0"/>
  <w15:docId w15:val="{18BA512C-7087-4739-BA9A-E210F04D8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F04"/>
    <w:rPr>
      <w:rFonts w:ascii="Times New Roman" w:hAnsi="Times New Roman" w:cs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75F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locked/>
    <w:rsid w:val="00F75F04"/>
    <w:rPr>
      <w:rFonts w:ascii="Arial" w:hAnsi="Arial" w:cs="Times New Roman"/>
      <w:b/>
      <w:sz w:val="26"/>
      <w:lang w:val="x-none" w:eastAsia="pl-PL"/>
    </w:rPr>
  </w:style>
  <w:style w:type="paragraph" w:styleId="Nagwek">
    <w:name w:val="header"/>
    <w:basedOn w:val="Normalny"/>
    <w:link w:val="NagwekZnak"/>
    <w:uiPriority w:val="99"/>
    <w:rsid w:val="00F75F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Tytu">
    <w:name w:val="Title"/>
    <w:basedOn w:val="Normalny"/>
    <w:link w:val="TytuZnak"/>
    <w:uiPriority w:val="10"/>
    <w:qFormat/>
    <w:rsid w:val="00F75F04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uiPriority w:val="10"/>
    <w:locked/>
    <w:rsid w:val="00F75F04"/>
    <w:rPr>
      <w:rFonts w:ascii="Times New Roman" w:hAnsi="Times New Roman" w:cs="Times New Roman"/>
      <w:b/>
      <w:sz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F75F0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Stopka">
    <w:name w:val="footer"/>
    <w:basedOn w:val="Normalny"/>
    <w:link w:val="Stopka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basedOn w:val="Normalny"/>
    <w:uiPriority w:val="34"/>
    <w:qFormat/>
    <w:rsid w:val="00F75F0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F75F0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F75F04"/>
    <w:rPr>
      <w:rFonts w:ascii="Times New Roman" w:hAnsi="Times New Roman" w:cs="Times New Roman"/>
      <w:sz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rsid w:val="00F75F0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F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75F04"/>
    <w:rPr>
      <w:rFonts w:ascii="Tahoma" w:hAnsi="Tahoma" w:cs="Times New Roman"/>
      <w:sz w:val="16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E67F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9E67FE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E67FE"/>
    <w:rPr>
      <w:rFonts w:cs="Times New Roman"/>
      <w:vertAlign w:val="superscript"/>
    </w:rPr>
  </w:style>
  <w:style w:type="paragraph" w:customStyle="1" w:styleId="Default">
    <w:name w:val="Default"/>
    <w:rsid w:val="00D3740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96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3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krutm\Desktop\Formularz%20nr%205.%20O&#347;wiadczenie%20o%20braku%20dzia&#322;a&#324;%20dyskryminuj&#261;cy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6" ma:contentTypeDescription="Utwórz nowy dokument." ma:contentTypeScope="" ma:versionID="c9f7d45f3530118462c591ea83a2f405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7416078405d3cf6c1c34bae6509b5e4e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7F8EB4-6B30-43F4-A0EF-D4557873F1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4477D8-4752-400E-ABB4-3150DCCD5B33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3.xml><?xml version="1.0" encoding="utf-8"?>
<ds:datastoreItem xmlns:ds="http://schemas.openxmlformats.org/officeDocument/2006/customXml" ds:itemID="{4EFC208F-A24F-4232-99AE-056FE73E0E9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473A037-6182-41D4-A85D-174FF7F45D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Formularz nr 5. Oświadczenie o braku działań dyskryminujących</Template>
  <TotalTime>3</TotalTime>
  <Pages>1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5. Oświadczenie o braku działań dyskryminujących</vt:lpstr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5. Oświadczenie o braku działań dyskryminujących</dc:title>
  <dc:subject/>
  <dc:creator>Mikrut Monika</dc:creator>
  <cp:keywords/>
  <dc:description/>
  <cp:lastModifiedBy>Suliga Katarzyna</cp:lastModifiedBy>
  <cp:revision>6</cp:revision>
  <cp:lastPrinted>2019-12-12T11:05:00Z</cp:lastPrinted>
  <dcterms:created xsi:type="dcterms:W3CDTF">2024-03-01T08:55:00Z</dcterms:created>
  <dcterms:modified xsi:type="dcterms:W3CDTF">2024-03-06T10:19:00Z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